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B74" w:rsidRDefault="00B63B74" w:rsidP="00B63B74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B63B74" w:rsidRPr="008273DD" w:rsidRDefault="00B63B74" w:rsidP="00B63B74">
      <w:pPr>
        <w:rPr>
          <w:sz w:val="32"/>
          <w:szCs w:val="32"/>
        </w:rPr>
      </w:pPr>
    </w:p>
    <w:p w:rsidR="00D05412" w:rsidRPr="00D05412" w:rsidRDefault="00D05412" w:rsidP="00D05412">
      <w:pPr>
        <w:pStyle w:val="berschrift4"/>
        <w:rPr>
          <w:sz w:val="32"/>
          <w:szCs w:val="32"/>
        </w:rPr>
      </w:pPr>
      <w:r w:rsidRPr="00D05412">
        <w:rPr>
          <w:sz w:val="32"/>
          <w:szCs w:val="32"/>
        </w:rPr>
        <w:t>Aufgabe 7</w:t>
      </w:r>
    </w:p>
    <w:p w:rsidR="00D05412" w:rsidRPr="00D05412" w:rsidRDefault="00D05412" w:rsidP="00D05412">
      <w:pPr>
        <w:rPr>
          <w:sz w:val="32"/>
          <w:szCs w:val="32"/>
        </w:rPr>
      </w:pPr>
      <w:r w:rsidRPr="00D05412">
        <w:rPr>
          <w:sz w:val="32"/>
          <w:szCs w:val="32"/>
        </w:rPr>
        <w:t>Der Flächeninhalt der abgebildeten Figur soll berechnet werden.</w:t>
      </w:r>
      <w:r w:rsidRPr="00D05412">
        <w:rPr>
          <w:noProof/>
          <w:sz w:val="32"/>
          <w:szCs w:val="32"/>
        </w:rPr>
        <w:t xml:space="preserve"> </w:t>
      </w:r>
    </w:p>
    <w:p w:rsidR="00D05412" w:rsidRPr="00D05412" w:rsidRDefault="00B63B74" w:rsidP="00D05412">
      <w:pPr>
        <w:pStyle w:val="Liste"/>
        <w:rPr>
          <w:sz w:val="32"/>
          <w:szCs w:val="32"/>
        </w:rPr>
      </w:pPr>
      <w:r w:rsidRPr="00D05412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5A436C8" wp14:editId="17D67CC9">
                <wp:simplePos x="0" y="0"/>
                <wp:positionH relativeFrom="margin">
                  <wp:align>right</wp:align>
                </wp:positionH>
                <wp:positionV relativeFrom="paragraph">
                  <wp:posOffset>214630</wp:posOffset>
                </wp:positionV>
                <wp:extent cx="5612130" cy="5215890"/>
                <wp:effectExtent l="0" t="0" r="7620" b="3810"/>
                <wp:wrapNone/>
                <wp:docPr id="192" name="Gruppieren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2130" cy="5215890"/>
                          <a:chOff x="0" y="0"/>
                          <a:chExt cx="4260215" cy="395795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Figur 2  19 04 Höhe 62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215" cy="39579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Freihandform 30"/>
                        <wps:cNvSpPr/>
                        <wps:spPr>
                          <a:xfrm>
                            <a:off x="883920" y="693420"/>
                            <a:ext cx="2549525" cy="2550160"/>
                          </a:xfrm>
                          <a:custGeom>
                            <a:avLst/>
                            <a:gdLst>
                              <a:gd name="connsiteX0" fmla="*/ 0 w 2538664"/>
                              <a:gd name="connsiteY0" fmla="*/ 2546684 h 2550695"/>
                              <a:gd name="connsiteX1" fmla="*/ 0 w 2538664"/>
                              <a:gd name="connsiteY1" fmla="*/ 1279358 h 2550695"/>
                              <a:gd name="connsiteX2" fmla="*/ 1263316 w 2538664"/>
                              <a:gd name="connsiteY2" fmla="*/ 1279358 h 2550695"/>
                              <a:gd name="connsiteX3" fmla="*/ 0 w 2538664"/>
                              <a:gd name="connsiteY3" fmla="*/ 0 h 2550695"/>
                              <a:gd name="connsiteX4" fmla="*/ 2538664 w 2538664"/>
                              <a:gd name="connsiteY4" fmla="*/ 0 h 2550695"/>
                              <a:gd name="connsiteX5" fmla="*/ 2538664 w 2538664"/>
                              <a:gd name="connsiteY5" fmla="*/ 1283368 h 2550695"/>
                              <a:gd name="connsiteX6" fmla="*/ 1271337 w 2538664"/>
                              <a:gd name="connsiteY6" fmla="*/ 2550695 h 2550695"/>
                              <a:gd name="connsiteX7" fmla="*/ 0 w 2538664"/>
                              <a:gd name="connsiteY7" fmla="*/ 2546684 h 25506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38664" h="2550695">
                                <a:moveTo>
                                  <a:pt x="0" y="2546684"/>
                                </a:moveTo>
                                <a:lnTo>
                                  <a:pt x="0" y="1279358"/>
                                </a:lnTo>
                                <a:lnTo>
                                  <a:pt x="1263316" y="1279358"/>
                                </a:lnTo>
                                <a:lnTo>
                                  <a:pt x="0" y="0"/>
                                </a:lnTo>
                                <a:lnTo>
                                  <a:pt x="2538664" y="0"/>
                                </a:lnTo>
                                <a:lnTo>
                                  <a:pt x="2538664" y="1283368"/>
                                </a:lnTo>
                                <a:lnTo>
                                  <a:pt x="1271337" y="2550695"/>
                                </a:lnTo>
                                <a:lnTo>
                                  <a:pt x="0" y="25466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744AE6" id="Gruppieren 192" o:spid="_x0000_s1026" style="position:absolute;margin-left:390.7pt;margin-top:16.9pt;width:441.9pt;height:410.7pt;z-index:-251657216;mso-position-horizontal:right;mso-position-horizontal-relative:margin;mso-width-relative:margin;mso-height-relative:margin" coordsize="42602,39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Figur 2  19 04 Höhe 62 2" style="position:absolute;width:42602;height:395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">
                  <v:imagedata r:id="rId6" o:title="Figur 2  19 04 Höhe 62 2"/>
                  <v:path arrowok="t"/>
                </v:shape>
                <v:shape id="Freihandform 30" o:spid="_x0000_s1028" style="position:absolute;left:8839;top:6934;width:25495;height:25501;visibility:visible;mso-wrap-style:square;v-text-anchor:middle" coordsize="2538664,2550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" path="m,2546684l,1279358r1263316,l,,2538664,r,1283368l1271337,2550695,,2546684xe" fillcolor="#ffc000" strokecolor="black [3213]" strokeweight="2pt">
                  <v:path arrowok="t" o:connecttype="custom" o:connectlocs="0,2546150;0,1279090;1268721,1279090;0,0;2549525,0;2549525,1283099;1276776,2550160;0,2546150" o:connectangles="0,0,0,0,0,0,0,0"/>
                </v:shape>
                <w10:wrap anchorx="margin"/>
              </v:group>
            </w:pict>
          </mc:Fallback>
        </mc:AlternateContent>
      </w:r>
      <w:r w:rsidR="00D05412" w:rsidRPr="00D05412">
        <w:rPr>
          <w:sz w:val="32"/>
          <w:szCs w:val="32"/>
        </w:rPr>
        <w:t>a)</w:t>
      </w:r>
      <w:r w:rsidR="00D05412" w:rsidRPr="00D05412">
        <w:rPr>
          <w:sz w:val="32"/>
          <w:szCs w:val="32"/>
        </w:rPr>
        <w:tab/>
        <w:t>Zeichne in die Grafik ein, wie du die Figur zerlegen oder ergänzen kannst.</w:t>
      </w:r>
    </w:p>
    <w:p w:rsidR="00D05412" w:rsidRPr="00D05412" w:rsidRDefault="00D05412" w:rsidP="00D05412">
      <w:pPr>
        <w:jc w:val="center"/>
        <w:rPr>
          <w:sz w:val="32"/>
          <w:szCs w:val="32"/>
        </w:rPr>
      </w:pPr>
    </w:p>
    <w:p w:rsidR="00D05412" w:rsidRDefault="00D05412" w:rsidP="00D05412">
      <w:pPr>
        <w:jc w:val="center"/>
      </w:pPr>
    </w:p>
    <w:p w:rsidR="00D05412" w:rsidRDefault="00D05412" w:rsidP="00D05412">
      <w:pPr>
        <w:jc w:val="center"/>
      </w:pPr>
    </w:p>
    <w:p w:rsidR="00D05412" w:rsidRDefault="00D05412" w:rsidP="00D05412">
      <w:pPr>
        <w:jc w:val="center"/>
      </w:pPr>
    </w:p>
    <w:p w:rsidR="00D05412" w:rsidRDefault="00D05412" w:rsidP="00D05412">
      <w:pPr>
        <w:jc w:val="center"/>
      </w:pPr>
    </w:p>
    <w:p w:rsidR="00D05412" w:rsidRDefault="00D05412" w:rsidP="00D05412">
      <w:pPr>
        <w:jc w:val="center"/>
      </w:pPr>
    </w:p>
    <w:p w:rsidR="00D05412" w:rsidRDefault="00D05412" w:rsidP="00D05412">
      <w:pPr>
        <w:jc w:val="center"/>
      </w:pPr>
    </w:p>
    <w:p w:rsidR="00D05412" w:rsidRDefault="00D05412" w:rsidP="00D05412">
      <w:pPr>
        <w:jc w:val="center"/>
      </w:pPr>
    </w:p>
    <w:p w:rsidR="003B450E" w:rsidRPr="00D05412" w:rsidRDefault="003B450E" w:rsidP="00D05412">
      <w:bookmarkStart w:id="0" w:name="_GoBack"/>
      <w:bookmarkEnd w:id="0"/>
    </w:p>
    <w:sectPr w:rsidR="003B450E" w:rsidRPr="00D05412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3B450E"/>
    <w:rsid w:val="004B595C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55E44"/>
    <w:rsid w:val="00B63B74"/>
    <w:rsid w:val="00BA0894"/>
    <w:rsid w:val="00BF5D39"/>
    <w:rsid w:val="00C11AFC"/>
    <w:rsid w:val="00CE6518"/>
    <w:rsid w:val="00D05412"/>
    <w:rsid w:val="00D36975"/>
    <w:rsid w:val="00D41991"/>
    <w:rsid w:val="00E67B7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024C1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A059F-9504-483F-844E-F36F959D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30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2022-04-08T10:31:00Z</dcterms:created>
  <dcterms:modified xsi:type="dcterms:W3CDTF">2022-04-11T11:51:00Z</dcterms:modified>
</cp:coreProperties>
</file>